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039" w:rsidRDefault="009942AC">
      <w:pPr>
        <w:rPr>
          <w:rFonts w:ascii="Verdana" w:hAnsi="Verdana"/>
          <w:b/>
          <w:spacing w:val="6"/>
          <w:sz w:val="28"/>
        </w:rPr>
      </w:pPr>
      <w:r>
        <w:rPr>
          <w:rFonts w:ascii="Verdana" w:hAnsi="Verdana"/>
          <w:b/>
          <w:noProof/>
          <w:spacing w:val="6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-298450</wp:posOffset>
                </wp:positionV>
                <wp:extent cx="1186815" cy="741045"/>
                <wp:effectExtent l="0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039" w:rsidRDefault="00D5688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88695" cy="649605"/>
                                  <wp:effectExtent l="0" t="0" r="1905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ahne statisch_bold-Pkt.jpe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8695" cy="6496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.75pt;margin-top:-23.5pt;width:93.45pt;height:5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o4gAIAAA8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" o:allowincell="f" stroked="f">
                <v:textbox>
                  <w:txbxContent>
                    <w:p w:rsidR="00B81039" w:rsidRDefault="00D5688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88695" cy="649605"/>
                            <wp:effectExtent l="0" t="0" r="1905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ahne statisch_bold-Pkt.jpe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8695" cy="6496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209D3">
        <w:rPr>
          <w:rFonts w:ascii="Verdana" w:hAnsi="Verdana"/>
          <w:b/>
          <w:spacing w:val="6"/>
          <w:sz w:val="28"/>
        </w:rPr>
        <w:t xml:space="preserve">RUDERVEREIN </w:t>
      </w:r>
      <w:r w:rsidR="00D83A34">
        <w:rPr>
          <w:rFonts w:ascii="Verdana" w:hAnsi="Verdana"/>
          <w:b/>
          <w:spacing w:val="6"/>
          <w:sz w:val="28"/>
        </w:rPr>
        <w:t>„</w:t>
      </w:r>
      <w:r w:rsidR="009209D3">
        <w:rPr>
          <w:rFonts w:ascii="Verdana" w:hAnsi="Verdana"/>
          <w:b/>
          <w:spacing w:val="6"/>
          <w:sz w:val="28"/>
        </w:rPr>
        <w:t>WESER</w:t>
      </w:r>
      <w:r w:rsidR="00D83A34">
        <w:rPr>
          <w:rFonts w:ascii="Verdana" w:hAnsi="Verdana"/>
          <w:b/>
          <w:spacing w:val="6"/>
          <w:sz w:val="28"/>
        </w:rPr>
        <w:t>”</w:t>
      </w:r>
      <w:r w:rsidR="009209D3">
        <w:rPr>
          <w:rFonts w:ascii="Verdana" w:hAnsi="Verdana"/>
          <w:b/>
          <w:spacing w:val="6"/>
          <w:sz w:val="28"/>
        </w:rPr>
        <w:t xml:space="preserve"> VON 1885 E.V.   </w:t>
      </w:r>
      <w:r w:rsidR="009209D3">
        <w:rPr>
          <w:rFonts w:ascii="Verdana" w:hAnsi="Verdana"/>
          <w:spacing w:val="6"/>
          <w:sz w:val="28"/>
        </w:rPr>
        <w:t xml:space="preserve">                </w:t>
      </w:r>
      <w:r w:rsidR="009209D3">
        <w:rPr>
          <w:rFonts w:ascii="Verdana" w:hAnsi="Verdana"/>
          <w:b/>
          <w:spacing w:val="6"/>
          <w:sz w:val="28"/>
        </w:rPr>
        <w:t>HAMELN</w:t>
      </w:r>
    </w:p>
    <w:p w:rsidR="00B81039" w:rsidRDefault="00B81039">
      <w:pPr>
        <w:rPr>
          <w:rFonts w:ascii="Verdana" w:hAnsi="Verdana"/>
          <w:b/>
          <w:sz w:val="28"/>
        </w:rPr>
      </w:pPr>
    </w:p>
    <w:p w:rsidR="00B81039" w:rsidRDefault="00B81039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B81039" w:rsidRDefault="009942AC">
      <w:pPr>
        <w:tabs>
          <w:tab w:val="left" w:pos="6407"/>
        </w:tabs>
        <w:rPr>
          <w:rFonts w:ascii="Verdana" w:hAnsi="Verdana"/>
          <w:b/>
          <w:sz w:val="16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73660</wp:posOffset>
                </wp:positionV>
                <wp:extent cx="2377440" cy="1258570"/>
                <wp:effectExtent l="0" t="0" r="381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258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039" w:rsidRDefault="009209D3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Bootshaus</w:t>
                            </w:r>
                          </w:p>
                          <w:p w:rsidR="00B81039" w:rsidRDefault="009209D3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31789 Hameln,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Tündernsche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 Warte 3</w:t>
                            </w:r>
                          </w:p>
                          <w:p w:rsidR="00B81039" w:rsidRDefault="009209D3">
                            <w:pPr>
                              <w:spacing w:after="40"/>
                              <w:rPr>
                                <w:rFonts w:ascii="Verdana" w:hAnsi="Verdana"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Tel. 05151 / 42369</w:t>
                            </w:r>
                          </w:p>
                          <w:p w:rsidR="00B81039" w:rsidRDefault="00AA6914" w:rsidP="009942AC">
                            <w:pPr>
                              <w:spacing w:after="40"/>
                              <w:rPr>
                                <w:rFonts w:ascii="Verdana" w:hAnsi="Verdana"/>
                                <w:b/>
                                <w:sz w:val="16"/>
                              </w:rPr>
                            </w:pPr>
                            <w:hyperlink r:id="rId8" w:history="1">
                              <w:r w:rsidR="009209D3">
                                <w:rPr>
                                  <w:rStyle w:val="Hyperlink"/>
                                  <w:rFonts w:ascii="Verdana" w:hAnsi="Verdana"/>
                                  <w:b/>
                                  <w:color w:val="auto"/>
                                  <w:sz w:val="16"/>
                                  <w:u w:val="none"/>
                                </w:rPr>
                                <w:t>www.rvweser.de</w:t>
                              </w:r>
                            </w:hyperlink>
                          </w:p>
                          <w:p w:rsidR="00B81039" w:rsidRDefault="009A4C6B">
                            <w:pPr>
                              <w:rPr>
                                <w:rFonts w:ascii="Verdana" w:hAnsi="Verdan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16"/>
                              </w:rPr>
                              <w:t>mitgliederverwaltung</w:t>
                            </w:r>
                            <w:r w:rsidR="009209D3">
                              <w:rPr>
                                <w:rFonts w:ascii="Verdana" w:hAnsi="Verdana"/>
                                <w:b/>
                                <w:sz w:val="16"/>
                              </w:rPr>
                              <w:t>@rvweser.de</w:t>
                            </w:r>
                          </w:p>
                          <w:p w:rsidR="00B81039" w:rsidRDefault="00B81039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</w:p>
                          <w:p w:rsidR="00B81039" w:rsidRPr="00606F5A" w:rsidRDefault="0075551A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04</w:t>
                            </w:r>
                            <w:r w:rsidR="001F0EA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</w:t>
                            </w:r>
                            <w:r w:rsidR="002D7F5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Februar</w:t>
                            </w:r>
                            <w:r w:rsidR="002D7F5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06F5A" w:rsidRPr="00606F5A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20</w:t>
                            </w:r>
                            <w:r w:rsidR="00380A3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24.75pt;margin-top:5.8pt;width:187.2pt;height:9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" o:allowincell="f" stroked="f">
                <v:textbox>
                  <w:txbxContent>
                    <w:p w:rsidR="00B81039" w:rsidRDefault="009209D3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Bootshaus</w:t>
                      </w:r>
                    </w:p>
                    <w:p w:rsidR="00B81039" w:rsidRDefault="009209D3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 xml:space="preserve">31789 Hameln, </w:t>
                      </w:r>
                      <w:proofErr w:type="spellStart"/>
                      <w:r>
                        <w:rPr>
                          <w:rFonts w:ascii="Verdana" w:hAnsi="Verdana"/>
                          <w:sz w:val="16"/>
                        </w:rPr>
                        <w:t>Tündernsche</w:t>
                      </w:r>
                      <w:proofErr w:type="spellEnd"/>
                      <w:r>
                        <w:rPr>
                          <w:rFonts w:ascii="Verdana" w:hAnsi="Verdana"/>
                          <w:sz w:val="16"/>
                        </w:rPr>
                        <w:t xml:space="preserve"> Warte 3</w:t>
                      </w:r>
                    </w:p>
                    <w:p w:rsidR="00B81039" w:rsidRDefault="009209D3">
                      <w:pPr>
                        <w:spacing w:after="40"/>
                        <w:rPr>
                          <w:rFonts w:ascii="Verdana" w:hAnsi="Verdana"/>
                          <w:sz w:val="18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Tel. 05151 / 42369</w:t>
                      </w:r>
                    </w:p>
                    <w:p w:rsidR="00B81039" w:rsidRDefault="00AA6914" w:rsidP="009942AC">
                      <w:pPr>
                        <w:spacing w:after="40"/>
                        <w:rPr>
                          <w:rFonts w:ascii="Verdana" w:hAnsi="Verdana"/>
                          <w:b/>
                          <w:sz w:val="16"/>
                        </w:rPr>
                      </w:pPr>
                      <w:hyperlink r:id="rId9" w:history="1">
                        <w:r w:rsidR="009209D3">
                          <w:rPr>
                            <w:rStyle w:val="Hyperlink"/>
                            <w:rFonts w:ascii="Verdana" w:hAnsi="Verdana"/>
                            <w:b/>
                            <w:color w:val="auto"/>
                            <w:sz w:val="16"/>
                            <w:u w:val="none"/>
                          </w:rPr>
                          <w:t>www.rvweser.de</w:t>
                        </w:r>
                      </w:hyperlink>
                    </w:p>
                    <w:p w:rsidR="00B81039" w:rsidRDefault="009A4C6B">
                      <w:pPr>
                        <w:rPr>
                          <w:rFonts w:ascii="Verdana" w:hAnsi="Verdana"/>
                          <w:b/>
                          <w:sz w:val="16"/>
                        </w:rPr>
                      </w:pPr>
                      <w:r>
                        <w:rPr>
                          <w:rFonts w:ascii="Verdana" w:hAnsi="Verdana"/>
                          <w:b/>
                          <w:sz w:val="16"/>
                        </w:rPr>
                        <w:t>mitgliederverwaltung</w:t>
                      </w:r>
                      <w:r w:rsidR="009209D3">
                        <w:rPr>
                          <w:rFonts w:ascii="Verdana" w:hAnsi="Verdana"/>
                          <w:b/>
                          <w:sz w:val="16"/>
                        </w:rPr>
                        <w:t>@rvweser.de</w:t>
                      </w:r>
                    </w:p>
                    <w:p w:rsidR="00B81039" w:rsidRDefault="00B81039">
                      <w:pPr>
                        <w:rPr>
                          <w:rFonts w:ascii="Verdana" w:hAnsi="Verdana"/>
                          <w:sz w:val="16"/>
                        </w:rPr>
                      </w:pPr>
                    </w:p>
                    <w:p w:rsidR="00B81039" w:rsidRPr="00606F5A" w:rsidRDefault="0075551A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04</w:t>
                      </w:r>
                      <w:r w:rsidR="001F0EAF">
                        <w:rPr>
                          <w:rFonts w:ascii="Verdana" w:hAnsi="Verdana"/>
                          <w:sz w:val="18"/>
                          <w:szCs w:val="18"/>
                        </w:rPr>
                        <w:t>.</w:t>
                      </w:r>
                      <w:r w:rsidR="002D7F58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Februar</w:t>
                      </w:r>
                      <w:r w:rsidR="002D7F58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  <w:r w:rsidR="00606F5A" w:rsidRPr="00606F5A">
                        <w:rPr>
                          <w:rFonts w:ascii="Verdana" w:hAnsi="Verdana"/>
                          <w:sz w:val="18"/>
                          <w:szCs w:val="18"/>
                        </w:rPr>
                        <w:t>20</w:t>
                      </w:r>
                      <w:r w:rsidR="00380A36">
                        <w:rPr>
                          <w:rFonts w:ascii="Verdana" w:hAnsi="Verdan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B81039" w:rsidRDefault="00B81039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B81039" w:rsidRDefault="00B81039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B81039" w:rsidRDefault="009209D3">
      <w:pPr>
        <w:tabs>
          <w:tab w:val="left" w:pos="6237"/>
          <w:tab w:val="left" w:pos="6407"/>
        </w:tabs>
        <w:rPr>
          <w:rFonts w:ascii="Verdana" w:hAnsi="Verdana"/>
          <w:sz w:val="16"/>
        </w:rPr>
      </w:pPr>
      <w:r>
        <w:rPr>
          <w:rFonts w:ascii="Verdana" w:hAnsi="Verdana"/>
          <w:sz w:val="16"/>
          <w:u w:val="single"/>
        </w:rPr>
        <w:t xml:space="preserve">RV </w:t>
      </w:r>
      <w:r w:rsidR="00D83A34">
        <w:rPr>
          <w:rFonts w:ascii="Verdana" w:hAnsi="Verdana"/>
          <w:sz w:val="16"/>
          <w:u w:val="single"/>
        </w:rPr>
        <w:t>„</w:t>
      </w:r>
      <w:r>
        <w:rPr>
          <w:rFonts w:ascii="Verdana" w:hAnsi="Verdana"/>
          <w:sz w:val="16"/>
          <w:u w:val="single"/>
        </w:rPr>
        <w:t>Weser</w:t>
      </w:r>
      <w:r w:rsidR="00D83A34">
        <w:rPr>
          <w:rFonts w:ascii="Verdana" w:hAnsi="Verdana"/>
          <w:sz w:val="16"/>
          <w:u w:val="single"/>
        </w:rPr>
        <w:t>”</w:t>
      </w:r>
      <w:r>
        <w:rPr>
          <w:rFonts w:ascii="Verdana" w:hAnsi="Verdana"/>
          <w:sz w:val="16"/>
          <w:u w:val="single"/>
        </w:rPr>
        <w:t xml:space="preserve"> * </w:t>
      </w:r>
      <w:proofErr w:type="spellStart"/>
      <w:r>
        <w:rPr>
          <w:rFonts w:ascii="Verdana" w:hAnsi="Verdana"/>
          <w:sz w:val="16"/>
          <w:u w:val="single"/>
        </w:rPr>
        <w:t>Tündernsche</w:t>
      </w:r>
      <w:proofErr w:type="spellEnd"/>
      <w:r>
        <w:rPr>
          <w:rFonts w:ascii="Verdana" w:hAnsi="Verdana"/>
          <w:sz w:val="16"/>
          <w:u w:val="single"/>
        </w:rPr>
        <w:t xml:space="preserve"> Warte 3 * 31789 Hameln</w:t>
      </w:r>
    </w:p>
    <w:p w:rsidR="00B81039" w:rsidRDefault="00B81039">
      <w:pPr>
        <w:tabs>
          <w:tab w:val="left" w:pos="6237"/>
          <w:tab w:val="left" w:pos="6407"/>
        </w:tabs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B81039">
        <w:tc>
          <w:tcPr>
            <w:tcW w:w="3898" w:type="dxa"/>
          </w:tcPr>
          <w:p w:rsidR="00B81039" w:rsidRDefault="003C3607">
            <w:pPr>
              <w:ind w:right="-304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Herrn</w:t>
            </w:r>
          </w:p>
        </w:tc>
      </w:tr>
      <w:tr w:rsidR="00B81039">
        <w:tc>
          <w:tcPr>
            <w:tcW w:w="3898" w:type="dxa"/>
          </w:tcPr>
          <w:p w:rsidR="00F03BE3" w:rsidRDefault="0075551A" w:rsidP="00F03BE3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Jakob Grafe</w:t>
            </w:r>
          </w:p>
        </w:tc>
      </w:tr>
      <w:tr w:rsidR="00B81039">
        <w:tc>
          <w:tcPr>
            <w:tcW w:w="3898" w:type="dxa"/>
          </w:tcPr>
          <w:p w:rsidR="00B81039" w:rsidRDefault="0075551A" w:rsidP="0019169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An der Burg 3b</w:t>
            </w:r>
          </w:p>
        </w:tc>
      </w:tr>
      <w:tr w:rsidR="00B81039">
        <w:tc>
          <w:tcPr>
            <w:tcW w:w="3898" w:type="dxa"/>
          </w:tcPr>
          <w:p w:rsidR="00000A2B" w:rsidRDefault="0075551A" w:rsidP="003C360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38165 Lehre</w:t>
            </w:r>
          </w:p>
        </w:tc>
      </w:tr>
      <w:tr w:rsidR="00B81039">
        <w:tc>
          <w:tcPr>
            <w:tcW w:w="3898" w:type="dxa"/>
          </w:tcPr>
          <w:p w:rsidR="00B81039" w:rsidRDefault="00B81039">
            <w:pPr>
              <w:rPr>
                <w:rFonts w:ascii="Arial" w:hAnsi="Arial"/>
                <w:sz w:val="24"/>
              </w:rPr>
            </w:pPr>
          </w:p>
        </w:tc>
      </w:tr>
      <w:tr w:rsidR="00B81039">
        <w:tc>
          <w:tcPr>
            <w:tcW w:w="3898" w:type="dxa"/>
          </w:tcPr>
          <w:p w:rsidR="00B81039" w:rsidRDefault="00B81039">
            <w:pPr>
              <w:rPr>
                <w:rFonts w:ascii="Arial" w:hAnsi="Arial"/>
                <w:sz w:val="24"/>
              </w:rPr>
            </w:pPr>
          </w:p>
        </w:tc>
      </w:tr>
    </w:tbl>
    <w:p w:rsidR="00B81039" w:rsidRDefault="00B81039">
      <w:pPr>
        <w:rPr>
          <w:rFonts w:ascii="Verdana" w:hAnsi="Verdana"/>
          <w:sz w:val="24"/>
        </w:rPr>
      </w:pPr>
    </w:p>
    <w:p w:rsidR="00B81039" w:rsidRDefault="00B81039">
      <w:pPr>
        <w:rPr>
          <w:rFonts w:ascii="Verdana" w:hAnsi="Verdana"/>
          <w:sz w:val="24"/>
        </w:rPr>
      </w:pPr>
    </w:p>
    <w:p w:rsidR="00606F5A" w:rsidRDefault="00606F5A">
      <w:pPr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Mitgliedschaft im RV „Weser‟ Hameln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Mitglieds-Nr. </w:t>
      </w:r>
      <w:r w:rsidR="001F0EAF">
        <w:rPr>
          <w:rFonts w:ascii="Verdana" w:hAnsi="Verdana"/>
          <w:sz w:val="24"/>
        </w:rPr>
        <w:t>1</w:t>
      </w:r>
      <w:r w:rsidR="008A59B9">
        <w:rPr>
          <w:rFonts w:ascii="Verdana" w:hAnsi="Verdana"/>
          <w:sz w:val="24"/>
        </w:rPr>
        <w:t>9</w:t>
      </w:r>
      <w:r w:rsidR="0075551A">
        <w:rPr>
          <w:rFonts w:ascii="Verdana" w:hAnsi="Verdana"/>
          <w:sz w:val="24"/>
        </w:rPr>
        <w:t>40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A11D04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Sehr geehrte</w:t>
      </w:r>
      <w:r w:rsidR="003C3607">
        <w:rPr>
          <w:rFonts w:ascii="Verdana" w:hAnsi="Verdana"/>
          <w:sz w:val="24"/>
        </w:rPr>
        <w:t>r</w:t>
      </w:r>
      <w:r>
        <w:rPr>
          <w:rFonts w:ascii="Verdana" w:hAnsi="Verdana"/>
          <w:sz w:val="24"/>
        </w:rPr>
        <w:t xml:space="preserve"> </w:t>
      </w:r>
      <w:r w:rsidR="003C3607">
        <w:rPr>
          <w:rFonts w:ascii="Verdana" w:hAnsi="Verdana"/>
          <w:sz w:val="24"/>
        </w:rPr>
        <w:t xml:space="preserve">Herr </w:t>
      </w:r>
      <w:r w:rsidR="0075551A">
        <w:rPr>
          <w:rFonts w:ascii="Verdana" w:hAnsi="Verdana"/>
          <w:sz w:val="24"/>
        </w:rPr>
        <w:t>Grafe</w:t>
      </w:r>
      <w:r w:rsidR="004B15BE">
        <w:rPr>
          <w:rFonts w:ascii="Verdana" w:hAnsi="Verdana"/>
          <w:sz w:val="24"/>
        </w:rPr>
        <w:t>,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Pr="002E60D4" w:rsidRDefault="00606F5A" w:rsidP="001D2B48">
      <w:pPr>
        <w:tabs>
          <w:tab w:val="left" w:pos="6237"/>
          <w:tab w:val="left" w:pos="6407"/>
        </w:tabs>
        <w:spacing w:after="120"/>
        <w:rPr>
          <w:rFonts w:ascii="Verdana" w:hAnsi="Verdana"/>
          <w:sz w:val="24"/>
        </w:rPr>
      </w:pPr>
      <w:r w:rsidRPr="002E60D4">
        <w:rPr>
          <w:rFonts w:ascii="Verdana" w:hAnsi="Verdana"/>
          <w:sz w:val="24"/>
        </w:rPr>
        <w:t xml:space="preserve">wir freuen uns, Sie aufgrund Ihres Aufnahmeantrages vom </w:t>
      </w:r>
      <w:r w:rsidR="0075551A">
        <w:rPr>
          <w:rFonts w:ascii="Verdana" w:hAnsi="Verdana"/>
          <w:sz w:val="24"/>
        </w:rPr>
        <w:t>0</w:t>
      </w:r>
      <w:r w:rsidR="003C3607">
        <w:rPr>
          <w:rFonts w:ascii="Verdana" w:hAnsi="Verdana"/>
          <w:sz w:val="24"/>
        </w:rPr>
        <w:t>2</w:t>
      </w:r>
      <w:r w:rsidRPr="002E60D4">
        <w:rPr>
          <w:rFonts w:ascii="Verdana" w:hAnsi="Verdana"/>
          <w:sz w:val="24"/>
        </w:rPr>
        <w:t>.</w:t>
      </w:r>
      <w:r w:rsidR="0075551A">
        <w:rPr>
          <w:rFonts w:ascii="Verdana" w:hAnsi="Verdana"/>
          <w:sz w:val="24"/>
        </w:rPr>
        <w:t>02</w:t>
      </w:r>
      <w:r w:rsidRPr="002E60D4">
        <w:rPr>
          <w:rFonts w:ascii="Verdana" w:hAnsi="Verdana"/>
          <w:sz w:val="24"/>
        </w:rPr>
        <w:t>.20</w:t>
      </w:r>
      <w:r w:rsidR="00380A36">
        <w:rPr>
          <w:rFonts w:ascii="Verdana" w:hAnsi="Verdana"/>
          <w:sz w:val="24"/>
        </w:rPr>
        <w:t>2</w:t>
      </w:r>
      <w:r w:rsidR="0075551A">
        <w:rPr>
          <w:rFonts w:ascii="Verdana" w:hAnsi="Verdana"/>
          <w:sz w:val="24"/>
        </w:rPr>
        <w:t>5</w:t>
      </w:r>
      <w:r w:rsidR="009A4C6B">
        <w:rPr>
          <w:rFonts w:ascii="Verdana" w:hAnsi="Verdana"/>
          <w:sz w:val="24"/>
        </w:rPr>
        <w:t xml:space="preserve"> </w:t>
      </w:r>
      <w:r w:rsidRPr="002E60D4">
        <w:rPr>
          <w:rFonts w:ascii="Verdana" w:hAnsi="Verdana"/>
          <w:sz w:val="24"/>
        </w:rPr>
        <w:t>im Rahmen der</w:t>
      </w:r>
    </w:p>
    <w:p w:rsidR="00606F5A" w:rsidRDefault="001F0EAF" w:rsidP="00606F5A">
      <w:pPr>
        <w:tabs>
          <w:tab w:val="left" w:pos="6237"/>
          <w:tab w:val="left" w:pos="6407"/>
        </w:tabs>
        <w:jc w:val="center"/>
        <w:rPr>
          <w:rFonts w:ascii="Verdana" w:hAnsi="Verdana"/>
          <w:sz w:val="24"/>
        </w:rPr>
      </w:pPr>
      <w:r>
        <w:rPr>
          <w:rFonts w:ascii="Verdana" w:hAnsi="Verdana"/>
          <w:b/>
          <w:sz w:val="24"/>
        </w:rPr>
        <w:t>A</w:t>
      </w:r>
      <w:r w:rsidR="0075551A">
        <w:rPr>
          <w:rFonts w:ascii="Verdana" w:hAnsi="Verdana"/>
          <w:b/>
          <w:sz w:val="24"/>
        </w:rPr>
        <w:t>uswärtigen</w:t>
      </w:r>
      <w:bookmarkStart w:id="0" w:name="_GoBack"/>
      <w:bookmarkEnd w:id="0"/>
      <w:r>
        <w:rPr>
          <w:rFonts w:ascii="Verdana" w:hAnsi="Verdana"/>
          <w:b/>
          <w:sz w:val="24"/>
        </w:rPr>
        <w:t xml:space="preserve"> Mitgliedschaft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im</w:t>
      </w:r>
    </w:p>
    <w:p w:rsidR="00606F5A" w:rsidRDefault="00606F5A" w:rsidP="00606F5A">
      <w:pPr>
        <w:tabs>
          <w:tab w:val="left" w:pos="6237"/>
          <w:tab w:val="left" w:pos="6407"/>
        </w:tabs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RUDERVEREIN „WESER″ V. 1885 E.V. HAMELN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begrüßen </w:t>
      </w:r>
      <w:r w:rsidR="00BF41BF">
        <w:rPr>
          <w:rFonts w:ascii="Verdana" w:hAnsi="Verdana"/>
          <w:sz w:val="24"/>
        </w:rPr>
        <w:t xml:space="preserve">zu </w:t>
      </w:r>
      <w:r>
        <w:rPr>
          <w:rFonts w:ascii="Verdana" w:hAnsi="Verdana"/>
          <w:sz w:val="24"/>
        </w:rPr>
        <w:t>können.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0F5BDC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Als Aufnahmedatum haben wir den </w:t>
      </w:r>
      <w:r>
        <w:rPr>
          <w:rFonts w:ascii="Verdana" w:hAnsi="Verdana"/>
          <w:b/>
          <w:bCs/>
          <w:sz w:val="24"/>
        </w:rPr>
        <w:t xml:space="preserve">01. </w:t>
      </w:r>
      <w:r w:rsidR="0075551A">
        <w:rPr>
          <w:rFonts w:ascii="Verdana" w:hAnsi="Verdana"/>
          <w:b/>
          <w:bCs/>
          <w:sz w:val="24"/>
        </w:rPr>
        <w:t>Februar</w:t>
      </w:r>
      <w:r w:rsidR="000F5BDC">
        <w:rPr>
          <w:rFonts w:ascii="Verdana" w:hAnsi="Verdana"/>
          <w:b/>
          <w:bCs/>
          <w:sz w:val="24"/>
        </w:rPr>
        <w:t xml:space="preserve"> </w:t>
      </w:r>
      <w:r>
        <w:rPr>
          <w:rFonts w:ascii="Verdana" w:hAnsi="Verdana"/>
          <w:b/>
          <w:bCs/>
          <w:sz w:val="24"/>
        </w:rPr>
        <w:t>20</w:t>
      </w:r>
      <w:r w:rsidR="00380A36">
        <w:rPr>
          <w:rFonts w:ascii="Verdana" w:hAnsi="Verdana"/>
          <w:b/>
          <w:bCs/>
          <w:sz w:val="24"/>
        </w:rPr>
        <w:t>2</w:t>
      </w:r>
      <w:r w:rsidR="00547AD0">
        <w:rPr>
          <w:rFonts w:ascii="Verdana" w:hAnsi="Verdana"/>
          <w:b/>
          <w:bCs/>
          <w:sz w:val="24"/>
        </w:rPr>
        <w:t>5</w:t>
      </w:r>
      <w:r>
        <w:rPr>
          <w:rFonts w:ascii="Verdana" w:hAnsi="Verdana"/>
          <w:sz w:val="24"/>
        </w:rPr>
        <w:t xml:space="preserve"> festgesetzt.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Wir hoffen, da</w:t>
      </w:r>
      <w:r w:rsidR="00227EC9">
        <w:rPr>
          <w:rFonts w:ascii="Verdana" w:hAnsi="Verdana"/>
          <w:sz w:val="24"/>
        </w:rPr>
        <w:t>ss</w:t>
      </w:r>
      <w:r>
        <w:rPr>
          <w:rFonts w:ascii="Verdana" w:hAnsi="Verdana"/>
          <w:sz w:val="24"/>
        </w:rPr>
        <w:t xml:space="preserve"> Sie sich in unseren Reihen wohl fühlen werden und dass Sie d</w:t>
      </w:r>
      <w:r w:rsidR="00227EC9">
        <w:rPr>
          <w:rFonts w:ascii="Verdana" w:hAnsi="Verdana"/>
          <w:sz w:val="24"/>
        </w:rPr>
        <w:t>as</w:t>
      </w:r>
      <w:r>
        <w:rPr>
          <w:rFonts w:ascii="Verdana" w:hAnsi="Verdana"/>
          <w:sz w:val="24"/>
        </w:rPr>
        <w:t xml:space="preserve"> </w:t>
      </w:r>
      <w:r w:rsidR="00227EC9">
        <w:rPr>
          <w:rFonts w:ascii="Verdana" w:hAnsi="Verdana"/>
          <w:sz w:val="24"/>
        </w:rPr>
        <w:t>umfangreiche Angebot des RV Weser</w:t>
      </w:r>
      <w:r>
        <w:rPr>
          <w:rFonts w:ascii="Verdana" w:hAnsi="Verdana"/>
          <w:sz w:val="24"/>
        </w:rPr>
        <w:t xml:space="preserve"> nutzen werden.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Zu Ihrer Orientierung überreichen wir Ihnen die Vereinssatzung, die Ruder- und Bootsbenutzungsordnung, eine Übersicht über die z.Zt. gültigen Beitragssätze sowie weiteres Informationsmaterial.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Für die erste Beitragszahlung fügen wir eine Rechnung bei. Da uns die Ermächtigung zum Einzug durch Lastschrift vorliegt, werden wir die Beiträge im SEPA-Lastschrifteinzugsverfahren vereinbarungsgemäß abbuchen.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0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Einmal jährlich erhalten Sie kostenlos unsere Vereinszeitschrift „Dollen Schmiere″, die Sie über die Aktivitäten im Verein informiert und auf besondere Veranstaltungen hinweist.</w:t>
      </w:r>
    </w:p>
    <w:p w:rsidR="00606F5A" w:rsidRDefault="00606F5A" w:rsidP="00606F5A">
      <w:pPr>
        <w:tabs>
          <w:tab w:val="left" w:pos="0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0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lastRenderedPageBreak/>
        <w:t xml:space="preserve">Weitere umfassende Informationen gibt es über die RVW-Homepage unter </w:t>
      </w:r>
      <w:r>
        <w:rPr>
          <w:rFonts w:ascii="Verdana" w:hAnsi="Verdana"/>
          <w:b/>
          <w:color w:val="0000FF"/>
          <w:sz w:val="24"/>
          <w:u w:val="single"/>
        </w:rPr>
        <w:t>www.rvweser.de</w:t>
      </w:r>
      <w:r>
        <w:rPr>
          <w:rFonts w:ascii="Verdana" w:hAnsi="Verdana"/>
          <w:sz w:val="24"/>
        </w:rPr>
        <w:t>. Hier können Sie sich auch für den RVW-Newsletter anmelden.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Für spezielle </w:t>
      </w:r>
      <w:r w:rsidR="002F41C1">
        <w:rPr>
          <w:rFonts w:ascii="Verdana" w:hAnsi="Verdana"/>
          <w:sz w:val="24"/>
        </w:rPr>
        <w:t xml:space="preserve">Informationen und </w:t>
      </w:r>
      <w:r>
        <w:rPr>
          <w:rFonts w:ascii="Verdana" w:hAnsi="Verdana"/>
          <w:sz w:val="24"/>
        </w:rPr>
        <w:t>Veranstaltungen senden wir Ihnen gesonderte Schreiben bzw. Einladungen.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1F0EAF" w:rsidRDefault="00606F5A" w:rsidP="001F0EAF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 w:rsidRPr="001F0EAF">
        <w:rPr>
          <w:rFonts w:ascii="Verdana" w:hAnsi="Verdana"/>
          <w:sz w:val="24"/>
        </w:rPr>
        <w:t xml:space="preserve">Die von uns für die Mitgliederverwaltung erfassten Daten entnehmen Sie bitte dem beigefügten Karteiblatt. </w:t>
      </w:r>
      <w:r w:rsidR="001F0EAF" w:rsidRPr="001F0EAF">
        <w:rPr>
          <w:rFonts w:ascii="Verdana" w:hAnsi="Verdana"/>
          <w:sz w:val="24"/>
        </w:rPr>
        <w:t>Unserer Informationspflicht nach Art. 13 und 14 EU-Datenschutz-Grundverordnung (EU-DSGVO) kommen wir mit dem als Anlage beigefügten Merkblatt nach.</w:t>
      </w:r>
    </w:p>
    <w:p w:rsidR="001F0EAF" w:rsidRDefault="001F0EAF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Bitte melden Sie künftige Änderungen mit Angabe der Mitglieds-Nummer an</w:t>
      </w:r>
      <w:r w:rsidR="009E221C">
        <w:rPr>
          <w:rFonts w:ascii="Verdana" w:hAnsi="Verdana"/>
          <w:sz w:val="24"/>
        </w:rPr>
        <w:t xml:space="preserve"> </w:t>
      </w:r>
      <w:hyperlink r:id="rId10" w:history="1">
        <w:r w:rsidR="009E221C" w:rsidRPr="008D348E">
          <w:rPr>
            <w:rStyle w:val="Hyperlink"/>
            <w:rFonts w:ascii="Verdana" w:hAnsi="Verdana"/>
            <w:sz w:val="24"/>
          </w:rPr>
          <w:t>mitgliederverwaltung@rvweser.de</w:t>
        </w:r>
      </w:hyperlink>
      <w:r>
        <w:rPr>
          <w:rFonts w:ascii="Verdana" w:hAnsi="Verdana"/>
          <w:sz w:val="24"/>
        </w:rPr>
        <w:t xml:space="preserve">. </w:t>
      </w: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Wir wünschen Ihnen für Ihre Mitgliedschaft bei uns alles Gute sowie 'Riemen- und </w:t>
      </w:r>
      <w:proofErr w:type="spellStart"/>
      <w:r>
        <w:rPr>
          <w:rFonts w:ascii="Verdana" w:hAnsi="Verdana"/>
          <w:sz w:val="24"/>
        </w:rPr>
        <w:t>Dollenbruch</w:t>
      </w:r>
      <w:proofErr w:type="spellEnd"/>
      <w:r>
        <w:rPr>
          <w:rFonts w:ascii="Verdana" w:hAnsi="Verdana"/>
          <w:sz w:val="24"/>
        </w:rPr>
        <w:t>'!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Mit rudersportlichen Grüßen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  <w:lang w:val="it-IT"/>
        </w:rPr>
      </w:pPr>
      <w:r>
        <w:rPr>
          <w:rFonts w:ascii="Verdana" w:hAnsi="Verdana"/>
          <w:sz w:val="24"/>
        </w:rPr>
        <w:t>Ruderverein „Weser‟ von 1885 e.V. Hameln</w:t>
      </w:r>
    </w:p>
    <w:p w:rsidR="00606F5A" w:rsidRDefault="00020CD2" w:rsidP="00606F5A">
      <w:pPr>
        <w:tabs>
          <w:tab w:val="left" w:pos="6237"/>
          <w:tab w:val="left" w:pos="6407"/>
        </w:tabs>
        <w:rPr>
          <w:rFonts w:ascii="Verdana" w:hAnsi="Verdana"/>
          <w:sz w:val="24"/>
          <w:lang w:val="it-IT"/>
        </w:rPr>
      </w:pPr>
      <w:r>
        <w:rPr>
          <w:rFonts w:ascii="Verdana" w:hAnsi="Verdana"/>
          <w:noProof/>
          <w:sz w:val="24"/>
        </w:rPr>
        <w:drawing>
          <wp:inline distT="0" distB="0" distL="0" distR="0">
            <wp:extent cx="1562100" cy="759123"/>
            <wp:effectExtent l="0" t="0" r="0" b="317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Frank Höltj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348" cy="76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Frank Höltje</w:t>
      </w:r>
      <w:r w:rsidR="001D2B48">
        <w:rPr>
          <w:rFonts w:ascii="Verdana" w:hAnsi="Verdana"/>
          <w:sz w:val="24"/>
        </w:rPr>
        <w:t xml:space="preserve"> </w:t>
      </w:r>
      <w:r>
        <w:rPr>
          <w:rFonts w:ascii="Verdana" w:hAnsi="Verdana"/>
          <w:sz w:val="24"/>
        </w:rPr>
        <w:t xml:space="preserve"> </w:t>
      </w:r>
      <w:r w:rsidR="001D2B48">
        <w:rPr>
          <w:rFonts w:ascii="Verdana" w:hAnsi="Verdana"/>
          <w:sz w:val="24"/>
        </w:rPr>
        <w:t>-Mitgliederv</w:t>
      </w:r>
      <w:r>
        <w:rPr>
          <w:rFonts w:ascii="Verdana" w:hAnsi="Verdana"/>
          <w:sz w:val="24"/>
        </w:rPr>
        <w:t>erwaltung-</w:t>
      </w: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606F5A" w:rsidRDefault="00606F5A" w:rsidP="00606F5A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D83A34" w:rsidRDefault="00606F5A" w:rsidP="00606F5A">
      <w:pPr>
        <w:pStyle w:val="Fuzeile"/>
        <w:tabs>
          <w:tab w:val="clear" w:pos="4536"/>
          <w:tab w:val="clear" w:pos="9072"/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Anlage</w:t>
      </w:r>
    </w:p>
    <w:sectPr w:rsidR="00D83A34">
      <w:footerReference w:type="default" r:id="rId12"/>
      <w:type w:val="continuous"/>
      <w:pgSz w:w="11907" w:h="16783" w:code="9"/>
      <w:pgMar w:top="1191" w:right="851" w:bottom="680" w:left="1134" w:header="680" w:footer="851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914" w:rsidRDefault="00AA6914">
      <w:r>
        <w:separator/>
      </w:r>
    </w:p>
  </w:endnote>
  <w:endnote w:type="continuationSeparator" w:id="0">
    <w:p w:rsidR="00AA6914" w:rsidRDefault="00AA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A34" w:rsidRDefault="00D83A34" w:rsidP="00D83A34">
    <w:pPr>
      <w:pStyle w:val="Fuzeile"/>
      <w:tabs>
        <w:tab w:val="clear" w:pos="9072"/>
        <w:tab w:val="left" w:pos="3969"/>
        <w:tab w:val="left" w:pos="6521"/>
        <w:tab w:val="right" w:pos="9498"/>
      </w:tabs>
      <w:spacing w:after="80"/>
      <w:ind w:left="3969" w:hanging="3969"/>
      <w:jc w:val="both"/>
      <w:rPr>
        <w:rFonts w:ascii="Verdana" w:hAnsi="Verdana"/>
        <w:sz w:val="18"/>
        <w:szCs w:val="18"/>
      </w:rPr>
    </w:pPr>
    <w:r>
      <w:rPr>
        <w:rFonts w:ascii="Verdana" w:hAnsi="Verdana"/>
        <w:sz w:val="18"/>
      </w:rPr>
      <w:t>Steuer-Nr. 22/215/05926</w:t>
    </w:r>
  </w:p>
  <w:p w:rsidR="00D83A34" w:rsidRPr="00B25B5F" w:rsidRDefault="00D83A34" w:rsidP="00D83A34">
    <w:pPr>
      <w:rPr>
        <w:rFonts w:ascii="Verdana" w:hAnsi="Verdana" w:cs="Arial"/>
        <w:color w:val="000000"/>
        <w:sz w:val="18"/>
        <w:szCs w:val="18"/>
      </w:rPr>
    </w:pPr>
    <w:r w:rsidRPr="00B25B5F">
      <w:rPr>
        <w:rFonts w:ascii="Verdana" w:hAnsi="Verdana"/>
        <w:sz w:val="18"/>
        <w:szCs w:val="18"/>
      </w:rPr>
      <w:t>Sparkasse Hameln</w:t>
    </w:r>
    <w:r>
      <w:rPr>
        <w:rFonts w:ascii="Verdana" w:hAnsi="Verdana"/>
        <w:sz w:val="18"/>
        <w:szCs w:val="18"/>
      </w:rPr>
      <w:t>-Weserbergland</w:t>
    </w:r>
    <w:r w:rsidRPr="00B25B5F">
      <w:rPr>
        <w:rFonts w:ascii="Verdana" w:hAnsi="Verdana"/>
        <w:sz w:val="18"/>
        <w:szCs w:val="18"/>
      </w:rPr>
      <w:tab/>
    </w:r>
    <w:r w:rsidRPr="00B25B5F">
      <w:rPr>
        <w:rFonts w:ascii="Verdana" w:hAnsi="Verdana" w:cs="Arial"/>
        <w:color w:val="000000"/>
        <w:sz w:val="18"/>
        <w:szCs w:val="18"/>
      </w:rPr>
      <w:t>IBAN</w:t>
    </w:r>
    <w:r w:rsidRPr="00B25B5F">
      <w:rPr>
        <w:rFonts w:ascii="Verdana" w:hAnsi="Verdana" w:cs="Arial"/>
        <w:color w:val="000000"/>
        <w:sz w:val="18"/>
        <w:szCs w:val="18"/>
      </w:rPr>
      <w:tab/>
    </w:r>
    <w:r w:rsidRPr="00D43A5F">
      <w:rPr>
        <w:rFonts w:ascii="Verdana" w:hAnsi="Verdana" w:cs="Arial"/>
        <w:color w:val="000000"/>
        <w:sz w:val="18"/>
        <w:szCs w:val="18"/>
      </w:rPr>
      <w:t>DE</w:t>
    </w:r>
    <w:r>
      <w:rPr>
        <w:rFonts w:ascii="Verdana" w:hAnsi="Verdana" w:cs="Arial"/>
        <w:color w:val="000000"/>
        <w:sz w:val="18"/>
        <w:szCs w:val="18"/>
      </w:rPr>
      <w:t>26</w:t>
    </w:r>
    <w:r w:rsidRPr="00D43A5F">
      <w:rPr>
        <w:rFonts w:ascii="Verdana" w:hAnsi="Verdana" w:cs="Arial"/>
        <w:color w:val="000000"/>
        <w:sz w:val="18"/>
        <w:szCs w:val="18"/>
      </w:rPr>
      <w:t xml:space="preserve"> 2545 01</w:t>
    </w:r>
    <w:r>
      <w:rPr>
        <w:rFonts w:ascii="Verdana" w:hAnsi="Verdana" w:cs="Arial"/>
        <w:color w:val="000000"/>
        <w:sz w:val="18"/>
        <w:szCs w:val="18"/>
      </w:rPr>
      <w:t>10</w:t>
    </w:r>
    <w:r w:rsidRPr="00D43A5F">
      <w:rPr>
        <w:rFonts w:ascii="Verdana" w:hAnsi="Verdana" w:cs="Arial"/>
        <w:color w:val="000000"/>
        <w:sz w:val="18"/>
        <w:szCs w:val="18"/>
      </w:rPr>
      <w:t xml:space="preserve"> 0000 0009 43</w:t>
    </w:r>
    <w:r>
      <w:rPr>
        <w:rFonts w:ascii="Verdana" w:hAnsi="Verdana" w:cs="Arial"/>
        <w:color w:val="000000"/>
        <w:sz w:val="18"/>
        <w:szCs w:val="18"/>
      </w:rPr>
      <w:tab/>
    </w:r>
    <w:r w:rsidRPr="00B25B5F">
      <w:rPr>
        <w:rFonts w:ascii="Verdana" w:hAnsi="Verdana" w:cs="Arial"/>
        <w:color w:val="000000"/>
        <w:sz w:val="18"/>
        <w:szCs w:val="18"/>
      </w:rPr>
      <w:t>BIC</w:t>
    </w:r>
    <w:r w:rsidRPr="00B25B5F">
      <w:rPr>
        <w:rFonts w:ascii="Verdana" w:hAnsi="Verdana" w:cs="Arial"/>
        <w:color w:val="000000"/>
        <w:sz w:val="18"/>
        <w:szCs w:val="18"/>
      </w:rPr>
      <w:tab/>
      <w:t>NOLADE21S</w:t>
    </w:r>
    <w:r>
      <w:rPr>
        <w:rFonts w:ascii="Verdana" w:hAnsi="Verdana" w:cs="Arial"/>
        <w:color w:val="000000"/>
        <w:sz w:val="18"/>
        <w:szCs w:val="18"/>
      </w:rPr>
      <w:t>WB</w:t>
    </w:r>
  </w:p>
  <w:p w:rsidR="00D83A34" w:rsidRPr="00531F4E" w:rsidRDefault="00D83A34" w:rsidP="00D83A34">
    <w:pPr>
      <w:rPr>
        <w:rFonts w:ascii="Verdana" w:eastAsia="Calibri" w:hAnsi="Verdana" w:cs="Arial"/>
        <w:sz w:val="18"/>
        <w:szCs w:val="18"/>
        <w:lang w:eastAsia="en-US"/>
      </w:rPr>
    </w:pPr>
    <w:r w:rsidRPr="00B25B5F">
      <w:rPr>
        <w:rFonts w:ascii="Verdana" w:hAnsi="Verdana"/>
        <w:sz w:val="18"/>
        <w:szCs w:val="18"/>
      </w:rPr>
      <w:t xml:space="preserve">Sparkasse </w:t>
    </w:r>
    <w:r>
      <w:rPr>
        <w:rFonts w:ascii="Verdana" w:hAnsi="Verdana"/>
        <w:sz w:val="18"/>
        <w:szCs w:val="18"/>
      </w:rPr>
      <w:t>Hameln-</w:t>
    </w:r>
    <w:r w:rsidRPr="00B25B5F">
      <w:rPr>
        <w:rFonts w:ascii="Verdana" w:hAnsi="Verdana"/>
        <w:sz w:val="18"/>
        <w:szCs w:val="18"/>
      </w:rPr>
      <w:t>Weserbergland</w:t>
    </w:r>
    <w:r w:rsidRPr="00B25B5F">
      <w:rPr>
        <w:rFonts w:ascii="Verdana" w:hAnsi="Verdana"/>
        <w:sz w:val="18"/>
        <w:szCs w:val="18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IBAN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DE30 2545 0110 0000 8188 72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BIC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  <w:t>NOLADE21SWB</w:t>
    </w:r>
  </w:p>
  <w:p w:rsidR="00B25B5F" w:rsidRDefault="00D83A34" w:rsidP="00D83A34">
    <w:pPr>
      <w:pStyle w:val="Fuzeile"/>
      <w:tabs>
        <w:tab w:val="clear" w:pos="9072"/>
        <w:tab w:val="left" w:pos="3544"/>
        <w:tab w:val="left" w:pos="6663"/>
        <w:tab w:val="left" w:pos="7797"/>
        <w:tab w:val="left" w:pos="8505"/>
        <w:tab w:val="right" w:pos="9639"/>
      </w:tabs>
      <w:ind w:left="4253" w:hanging="4253"/>
    </w:pPr>
    <w:r w:rsidRPr="00B25B5F">
      <w:rPr>
        <w:rFonts w:ascii="Verdana" w:hAnsi="Verdana"/>
        <w:sz w:val="18"/>
        <w:szCs w:val="18"/>
      </w:rPr>
      <w:t>Volksbank Hameln</w:t>
    </w:r>
    <w:r>
      <w:rPr>
        <w:rFonts w:ascii="Verdana" w:hAnsi="Verdana"/>
        <w:sz w:val="18"/>
        <w:szCs w:val="18"/>
      </w:rPr>
      <w:t>-Stadthagen eG</w:t>
    </w:r>
    <w:r w:rsidRPr="00B25B5F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IBAN</w:t>
    </w:r>
    <w:r w:rsidRPr="00531F4E">
      <w:rPr>
        <w:rFonts w:ascii="Verdana" w:eastAsia="Calibri" w:hAnsi="Verdana" w:cs="Arial"/>
        <w:sz w:val="18"/>
        <w:szCs w:val="18"/>
        <w:lang w:eastAsia="en-US"/>
      </w:rPr>
      <w:tab/>
    </w:r>
    <w:r w:rsidR="00144A3A" w:rsidRPr="00144A3A">
      <w:rPr>
        <w:rFonts w:ascii="Verdana" w:hAnsi="Verdana"/>
        <w:sz w:val="18"/>
        <w:szCs w:val="18"/>
      </w:rPr>
      <w:t>DE27 2546 2160 0709 0358 00</w:t>
    </w:r>
    <w:r>
      <w:rPr>
        <w:rFonts w:ascii="Verdana" w:eastAsia="Calibri" w:hAnsi="Verdana" w:cs="Arial"/>
        <w:sz w:val="18"/>
        <w:szCs w:val="18"/>
        <w:lang w:eastAsia="en-US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BIC</w:t>
    </w:r>
    <w:r>
      <w:rPr>
        <w:rFonts w:ascii="Verdana" w:eastAsia="Calibri" w:hAnsi="Verdana" w:cs="Arial"/>
        <w:sz w:val="18"/>
        <w:szCs w:val="18"/>
        <w:lang w:eastAsia="en-US"/>
      </w:rPr>
      <w:tab/>
    </w:r>
    <w:r>
      <w:rPr>
        <w:rFonts w:ascii="Verdana" w:eastAsia="Calibri" w:hAnsi="Verdana" w:cs="Arial"/>
        <w:sz w:val="18"/>
        <w:szCs w:val="18"/>
        <w:lang w:eastAsia="en-US"/>
      </w:rPr>
      <w:tab/>
    </w:r>
    <w:r w:rsidRPr="00531F4E">
      <w:rPr>
        <w:rFonts w:ascii="Verdana" w:eastAsia="Calibri" w:hAnsi="Verdana" w:cs="Arial"/>
        <w:sz w:val="18"/>
        <w:szCs w:val="18"/>
        <w:lang w:eastAsia="en-US"/>
      </w:rPr>
      <w:t>GENODEF1HMP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914" w:rsidRDefault="00AA6914">
      <w:r>
        <w:separator/>
      </w:r>
    </w:p>
  </w:footnote>
  <w:footnote w:type="continuationSeparator" w:id="0">
    <w:p w:rsidR="00AA6914" w:rsidRDefault="00AA6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5A"/>
    <w:rsid w:val="00000A2B"/>
    <w:rsid w:val="0000534E"/>
    <w:rsid w:val="00020CD2"/>
    <w:rsid w:val="00060B74"/>
    <w:rsid w:val="000646BF"/>
    <w:rsid w:val="000A22F6"/>
    <w:rsid w:val="000D0937"/>
    <w:rsid w:val="000D68D1"/>
    <w:rsid w:val="000F5BDC"/>
    <w:rsid w:val="001028B1"/>
    <w:rsid w:val="0011129F"/>
    <w:rsid w:val="00134DD0"/>
    <w:rsid w:val="001448C1"/>
    <w:rsid w:val="00144A3A"/>
    <w:rsid w:val="00166C95"/>
    <w:rsid w:val="00191697"/>
    <w:rsid w:val="00193566"/>
    <w:rsid w:val="001937C5"/>
    <w:rsid w:val="001A6D43"/>
    <w:rsid w:val="001D2B48"/>
    <w:rsid w:val="001F0EAF"/>
    <w:rsid w:val="00221A74"/>
    <w:rsid w:val="0022209B"/>
    <w:rsid w:val="00227EC9"/>
    <w:rsid w:val="00245C2D"/>
    <w:rsid w:val="00267E75"/>
    <w:rsid w:val="00294258"/>
    <w:rsid w:val="0029561A"/>
    <w:rsid w:val="002B0570"/>
    <w:rsid w:val="002B4252"/>
    <w:rsid w:val="002D7F58"/>
    <w:rsid w:val="002F41C1"/>
    <w:rsid w:val="002F4EED"/>
    <w:rsid w:val="00300254"/>
    <w:rsid w:val="00312F4C"/>
    <w:rsid w:val="00316E85"/>
    <w:rsid w:val="00344E82"/>
    <w:rsid w:val="00345D58"/>
    <w:rsid w:val="00365E87"/>
    <w:rsid w:val="00380A36"/>
    <w:rsid w:val="003B66AF"/>
    <w:rsid w:val="003C1688"/>
    <w:rsid w:val="003C3607"/>
    <w:rsid w:val="003E15DF"/>
    <w:rsid w:val="00412399"/>
    <w:rsid w:val="00456DE7"/>
    <w:rsid w:val="00464986"/>
    <w:rsid w:val="00476390"/>
    <w:rsid w:val="00490E4A"/>
    <w:rsid w:val="004B15BE"/>
    <w:rsid w:val="004C47CD"/>
    <w:rsid w:val="004D6D6B"/>
    <w:rsid w:val="004E7242"/>
    <w:rsid w:val="005213BA"/>
    <w:rsid w:val="005339BF"/>
    <w:rsid w:val="005467A9"/>
    <w:rsid w:val="00547AD0"/>
    <w:rsid w:val="005524E8"/>
    <w:rsid w:val="00566548"/>
    <w:rsid w:val="00597C7E"/>
    <w:rsid w:val="00606F5A"/>
    <w:rsid w:val="0067411E"/>
    <w:rsid w:val="006771DB"/>
    <w:rsid w:val="006D402A"/>
    <w:rsid w:val="006D7F2A"/>
    <w:rsid w:val="006E39A8"/>
    <w:rsid w:val="00706A51"/>
    <w:rsid w:val="0071385A"/>
    <w:rsid w:val="00717870"/>
    <w:rsid w:val="00726DA9"/>
    <w:rsid w:val="0075551A"/>
    <w:rsid w:val="007A2F5B"/>
    <w:rsid w:val="00825D21"/>
    <w:rsid w:val="00854D62"/>
    <w:rsid w:val="0086630E"/>
    <w:rsid w:val="008A59B9"/>
    <w:rsid w:val="008C59C5"/>
    <w:rsid w:val="008D7F29"/>
    <w:rsid w:val="008F113C"/>
    <w:rsid w:val="009209D3"/>
    <w:rsid w:val="009460CB"/>
    <w:rsid w:val="009473C5"/>
    <w:rsid w:val="00962A9D"/>
    <w:rsid w:val="00993944"/>
    <w:rsid w:val="009942AC"/>
    <w:rsid w:val="00996A81"/>
    <w:rsid w:val="009A4C6B"/>
    <w:rsid w:val="009E1621"/>
    <w:rsid w:val="009E221C"/>
    <w:rsid w:val="00A11D04"/>
    <w:rsid w:val="00A362C4"/>
    <w:rsid w:val="00A40125"/>
    <w:rsid w:val="00AA00DF"/>
    <w:rsid w:val="00AA6914"/>
    <w:rsid w:val="00AC71BF"/>
    <w:rsid w:val="00B25B5F"/>
    <w:rsid w:val="00B57BD8"/>
    <w:rsid w:val="00B81039"/>
    <w:rsid w:val="00B86692"/>
    <w:rsid w:val="00B87F38"/>
    <w:rsid w:val="00BB2199"/>
    <w:rsid w:val="00BB42A0"/>
    <w:rsid w:val="00BB4A12"/>
    <w:rsid w:val="00BF010F"/>
    <w:rsid w:val="00BF41BF"/>
    <w:rsid w:val="00C36814"/>
    <w:rsid w:val="00CA30C4"/>
    <w:rsid w:val="00CD4BC9"/>
    <w:rsid w:val="00D343C0"/>
    <w:rsid w:val="00D54A08"/>
    <w:rsid w:val="00D5688D"/>
    <w:rsid w:val="00D7267E"/>
    <w:rsid w:val="00D83A34"/>
    <w:rsid w:val="00DD011B"/>
    <w:rsid w:val="00DE0754"/>
    <w:rsid w:val="00DE4B1E"/>
    <w:rsid w:val="00E22FE8"/>
    <w:rsid w:val="00E74064"/>
    <w:rsid w:val="00EB6624"/>
    <w:rsid w:val="00ED2741"/>
    <w:rsid w:val="00EE06E3"/>
    <w:rsid w:val="00EF2A7B"/>
    <w:rsid w:val="00F03BE3"/>
    <w:rsid w:val="00F1656E"/>
    <w:rsid w:val="00F168F2"/>
    <w:rsid w:val="00F80AE6"/>
    <w:rsid w:val="00F85AC6"/>
    <w:rsid w:val="00FC4620"/>
    <w:rsid w:val="00FC67F3"/>
    <w:rsid w:val="00FD6C14"/>
    <w:rsid w:val="00FE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4C234"/>
  <w15:docId w15:val="{096F6BC6-0904-498F-8ABF-C14B7C2B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3A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3A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vweser.d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0" Type="http://schemas.openxmlformats.org/officeDocument/2006/relationships/hyperlink" Target="mailto:mitgliederverwaltung@rvweser.d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vweser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VW-Briefbogen%20(aktuell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RVW-Briefbogen (aktuell)</Template>
  <TotalTime>0</TotalTime>
  <Pages>2</Pages>
  <Words>286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RUDERVEREIN "WESER" VON 1885 E</vt:lpstr>
    </vt:vector>
  </TitlesOfParts>
  <Company/>
  <LinksUpToDate>false</LinksUpToDate>
  <CharactersWithSpaces>2087</CharactersWithSpaces>
  <SharedDoc>false</SharedDoc>
  <HLinks>
    <vt:vector size="6" baseType="variant">
      <vt:variant>
        <vt:i4>6553709</vt:i4>
      </vt:variant>
      <vt:variant>
        <vt:i4>3</vt:i4>
      </vt:variant>
      <vt:variant>
        <vt:i4>0</vt:i4>
      </vt:variant>
      <vt:variant>
        <vt:i4>5</vt:i4>
      </vt:variant>
      <vt:variant>
        <vt:lpwstr>http://www.rvweser.de/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RUDERVEREIN "WESER" VON 1885 E</dc:title>
  <dc:creator>Windows-Benutzer</dc:creator>
  <cp:lastModifiedBy>Computer</cp:lastModifiedBy>
  <cp:revision>3</cp:revision>
  <cp:lastPrinted>2023-07-04T16:22:00Z</cp:lastPrinted>
  <dcterms:created xsi:type="dcterms:W3CDTF">2025-02-04T10:14:00Z</dcterms:created>
  <dcterms:modified xsi:type="dcterms:W3CDTF">2025-02-04T10:16:00Z</dcterms:modified>
</cp:coreProperties>
</file>